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96BD" w14:textId="0736E0F0" w:rsidR="00514C1D" w:rsidRPr="00514C1D" w:rsidRDefault="00C27812" w:rsidP="00514C1D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81A225" wp14:editId="4083A929">
            <wp:simplePos x="0" y="0"/>
            <wp:positionH relativeFrom="column">
              <wp:posOffset>7419975</wp:posOffset>
            </wp:positionH>
            <wp:positionV relativeFrom="paragraph">
              <wp:posOffset>-1</wp:posOffset>
            </wp:positionV>
            <wp:extent cx="2295525" cy="800491"/>
            <wp:effectExtent l="0" t="0" r="0" b="0"/>
            <wp:wrapNone/>
            <wp:docPr id="523775255" name="Picture 1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775255" name="Picture 1" descr="A black background with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714" cy="80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C1D" w:rsidRPr="00514C1D">
        <w:rPr>
          <w:b/>
          <w:bCs/>
        </w:rPr>
        <w:t>Year 4 Physical Science</w:t>
      </w:r>
      <w:r w:rsidR="00514C1D">
        <w:rPr>
          <w:b/>
          <w:bCs/>
        </w:rPr>
        <w:t xml:space="preserve"> - </w:t>
      </w:r>
      <w:r w:rsidR="00514C1D" w:rsidRPr="00514C1D">
        <w:rPr>
          <w:b/>
          <w:bCs/>
        </w:rPr>
        <w:t>Investigating Forces</w:t>
      </w:r>
    </w:p>
    <w:p w14:paraId="733F22FD" w14:textId="07208FBC" w:rsidR="00886254" w:rsidRPr="00514C1D" w:rsidRDefault="00514C1D" w:rsidP="00514C1D">
      <w:pPr>
        <w:jc w:val="center"/>
      </w:pPr>
      <w:r w:rsidRPr="00514C1D">
        <w:t>See, Think, Wonder</w:t>
      </w:r>
      <w:r>
        <w:t xml:space="preserve"> video </w:t>
      </w:r>
      <w:proofErr w:type="gramStart"/>
      <w:r>
        <w:t>activity</w:t>
      </w:r>
      <w:proofErr w:type="gramEnd"/>
      <w:r w:rsidR="00C27812" w:rsidRPr="00C27812">
        <w:t xml:space="preserve"> </w:t>
      </w:r>
    </w:p>
    <w:p w14:paraId="1E89514D" w14:textId="31D89929" w:rsidR="00514C1D" w:rsidRPr="00514C1D" w:rsidRDefault="00514C1D" w:rsidP="00514C1D">
      <w:pPr>
        <w:rPr>
          <w:b/>
          <w:bCs/>
          <w:color w:val="1F4E79" w:themeColor="accent5" w:themeShade="80"/>
        </w:rPr>
      </w:pPr>
      <w:r w:rsidRPr="00514C1D">
        <w:rPr>
          <w:b/>
          <w:bCs/>
          <w:color w:val="1F4E79" w:themeColor="accent5" w:themeShade="80"/>
        </w:rPr>
        <w:t>Turtles swimming in the ocean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514C1D" w14:paraId="4BF6255E" w14:textId="77777777" w:rsidTr="00514C1D">
        <w:tc>
          <w:tcPr>
            <w:tcW w:w="5129" w:type="dxa"/>
            <w:shd w:val="clear" w:color="auto" w:fill="F2F2F2" w:themeFill="background1" w:themeFillShade="F2"/>
          </w:tcPr>
          <w:p w14:paraId="7BD7FB9C" w14:textId="553392FF" w:rsidR="00514C1D" w:rsidRDefault="00514C1D" w:rsidP="00514C1D">
            <w:pPr>
              <w:jc w:val="center"/>
            </w:pPr>
            <w:r>
              <w:t>What do you SEE when the turtle is swimming?</w:t>
            </w:r>
          </w:p>
        </w:tc>
        <w:tc>
          <w:tcPr>
            <w:tcW w:w="5129" w:type="dxa"/>
            <w:shd w:val="clear" w:color="auto" w:fill="F2F2F2" w:themeFill="background1" w:themeFillShade="F2"/>
          </w:tcPr>
          <w:p w14:paraId="6EFF1CBA" w14:textId="77777777" w:rsidR="00514C1D" w:rsidRDefault="00514C1D" w:rsidP="00514C1D">
            <w:pPr>
              <w:jc w:val="center"/>
            </w:pPr>
            <w:r>
              <w:t xml:space="preserve">What do you THINK about how the turtle moves in the water? </w:t>
            </w:r>
          </w:p>
          <w:p w14:paraId="27DC8EAD" w14:textId="02CC344D" w:rsidR="00514C1D" w:rsidRDefault="00514C1D" w:rsidP="00514C1D">
            <w:pPr>
              <w:jc w:val="center"/>
            </w:pPr>
            <w:r>
              <w:t>What forces are present?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14:paraId="535A5831" w14:textId="69199982" w:rsidR="00514C1D" w:rsidRDefault="00514C1D" w:rsidP="00514C1D">
            <w:pPr>
              <w:jc w:val="center"/>
            </w:pPr>
            <w:r>
              <w:t>What does it make you WONDER?</w:t>
            </w:r>
          </w:p>
        </w:tc>
      </w:tr>
      <w:tr w:rsidR="00514C1D" w14:paraId="1BBD55A2" w14:textId="77777777" w:rsidTr="00514C1D">
        <w:trPr>
          <w:trHeight w:val="3035"/>
        </w:trPr>
        <w:tc>
          <w:tcPr>
            <w:tcW w:w="5129" w:type="dxa"/>
          </w:tcPr>
          <w:p w14:paraId="3D04719F" w14:textId="77777777" w:rsidR="00514C1D" w:rsidRDefault="00514C1D" w:rsidP="00514C1D"/>
        </w:tc>
        <w:tc>
          <w:tcPr>
            <w:tcW w:w="5129" w:type="dxa"/>
          </w:tcPr>
          <w:p w14:paraId="6E87BEDE" w14:textId="77777777" w:rsidR="00514C1D" w:rsidRDefault="00514C1D" w:rsidP="00514C1D"/>
        </w:tc>
        <w:tc>
          <w:tcPr>
            <w:tcW w:w="5130" w:type="dxa"/>
          </w:tcPr>
          <w:p w14:paraId="68B2503E" w14:textId="77777777" w:rsidR="00514C1D" w:rsidRDefault="00514C1D" w:rsidP="00514C1D"/>
        </w:tc>
      </w:tr>
    </w:tbl>
    <w:p w14:paraId="31CFDEC6" w14:textId="77777777" w:rsidR="00514C1D" w:rsidRPr="00514C1D" w:rsidRDefault="00514C1D" w:rsidP="00514C1D">
      <w:pPr>
        <w:rPr>
          <w:b/>
          <w:bCs/>
          <w:color w:val="1F4E79" w:themeColor="accent5" w:themeShade="80"/>
          <w:sz w:val="12"/>
          <w:szCs w:val="12"/>
        </w:rPr>
      </w:pPr>
    </w:p>
    <w:p w14:paraId="3AB4C9E3" w14:textId="7CBE765E" w:rsidR="00514C1D" w:rsidRPr="00514C1D" w:rsidRDefault="00514C1D" w:rsidP="00514C1D">
      <w:pPr>
        <w:rPr>
          <w:b/>
          <w:bCs/>
          <w:color w:val="1F4E79" w:themeColor="accent5" w:themeShade="80"/>
        </w:rPr>
      </w:pPr>
      <w:r w:rsidRPr="00514C1D">
        <w:rPr>
          <w:b/>
          <w:bCs/>
          <w:color w:val="1F4E79" w:themeColor="accent5" w:themeShade="80"/>
        </w:rPr>
        <w:t xml:space="preserve">Turtles </w:t>
      </w:r>
      <w:r>
        <w:rPr>
          <w:b/>
          <w:bCs/>
          <w:color w:val="1F4E79" w:themeColor="accent5" w:themeShade="80"/>
        </w:rPr>
        <w:t xml:space="preserve">moving through the </w:t>
      </w:r>
      <w:proofErr w:type="gramStart"/>
      <w:r>
        <w:rPr>
          <w:b/>
          <w:bCs/>
          <w:color w:val="1F4E79" w:themeColor="accent5" w:themeShade="80"/>
        </w:rPr>
        <w:t>sand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514C1D" w14:paraId="4E63EFA5" w14:textId="77777777" w:rsidTr="00DD169B">
        <w:tc>
          <w:tcPr>
            <w:tcW w:w="5129" w:type="dxa"/>
            <w:shd w:val="clear" w:color="auto" w:fill="F2F2F2" w:themeFill="background1" w:themeFillShade="F2"/>
          </w:tcPr>
          <w:p w14:paraId="44B1CCE6" w14:textId="3638114B" w:rsidR="00514C1D" w:rsidRDefault="00514C1D" w:rsidP="00DD169B">
            <w:pPr>
              <w:jc w:val="center"/>
            </w:pPr>
            <w:r>
              <w:t>What do you SEE when the turtle is on land?</w:t>
            </w:r>
          </w:p>
        </w:tc>
        <w:tc>
          <w:tcPr>
            <w:tcW w:w="5129" w:type="dxa"/>
            <w:shd w:val="clear" w:color="auto" w:fill="F2F2F2" w:themeFill="background1" w:themeFillShade="F2"/>
          </w:tcPr>
          <w:p w14:paraId="3C96DDEA" w14:textId="77777777" w:rsidR="00514C1D" w:rsidRDefault="00514C1D" w:rsidP="00DD169B">
            <w:pPr>
              <w:jc w:val="center"/>
            </w:pPr>
            <w:r>
              <w:t xml:space="preserve">What do you THINK about how the turtle moves in the sand? </w:t>
            </w:r>
          </w:p>
          <w:p w14:paraId="6850BF0E" w14:textId="77777777" w:rsidR="00514C1D" w:rsidRDefault="00514C1D" w:rsidP="00DD169B">
            <w:pPr>
              <w:jc w:val="center"/>
            </w:pPr>
            <w:r>
              <w:t xml:space="preserve">What forces are present? </w:t>
            </w:r>
          </w:p>
          <w:p w14:paraId="740E7FAC" w14:textId="4BFDF299" w:rsidR="00514C1D" w:rsidRDefault="00514C1D" w:rsidP="00DD169B">
            <w:pPr>
              <w:jc w:val="center"/>
            </w:pPr>
            <w:r>
              <w:t>How is this different to the turtle swimming?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14:paraId="6B44EDCE" w14:textId="77777777" w:rsidR="00514C1D" w:rsidRDefault="00514C1D" w:rsidP="00DD169B">
            <w:pPr>
              <w:jc w:val="center"/>
            </w:pPr>
            <w:r>
              <w:t>What does it make you WONDER?</w:t>
            </w:r>
          </w:p>
        </w:tc>
      </w:tr>
      <w:tr w:rsidR="00514C1D" w14:paraId="6BF1AB7A" w14:textId="77777777" w:rsidTr="00DD169B">
        <w:trPr>
          <w:trHeight w:val="3035"/>
        </w:trPr>
        <w:tc>
          <w:tcPr>
            <w:tcW w:w="5129" w:type="dxa"/>
          </w:tcPr>
          <w:p w14:paraId="6AED77DD" w14:textId="77777777" w:rsidR="00514C1D" w:rsidRDefault="00514C1D" w:rsidP="00DD169B"/>
        </w:tc>
        <w:tc>
          <w:tcPr>
            <w:tcW w:w="5129" w:type="dxa"/>
          </w:tcPr>
          <w:p w14:paraId="331C3AD8" w14:textId="77777777" w:rsidR="00514C1D" w:rsidRDefault="00514C1D" w:rsidP="00DD169B"/>
        </w:tc>
        <w:tc>
          <w:tcPr>
            <w:tcW w:w="5130" w:type="dxa"/>
          </w:tcPr>
          <w:p w14:paraId="5D0A3720" w14:textId="77777777" w:rsidR="00514C1D" w:rsidRDefault="00514C1D" w:rsidP="00DD169B"/>
        </w:tc>
      </w:tr>
    </w:tbl>
    <w:p w14:paraId="126F3F96" w14:textId="77777777" w:rsidR="00514C1D" w:rsidRDefault="00514C1D" w:rsidP="00514C1D"/>
    <w:sectPr w:rsidR="00514C1D" w:rsidSect="00514C1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1D"/>
    <w:rsid w:val="00062917"/>
    <w:rsid w:val="00132147"/>
    <w:rsid w:val="002A0B09"/>
    <w:rsid w:val="00310197"/>
    <w:rsid w:val="00345ACA"/>
    <w:rsid w:val="00383DC2"/>
    <w:rsid w:val="0045163F"/>
    <w:rsid w:val="004723EB"/>
    <w:rsid w:val="004C4F6D"/>
    <w:rsid w:val="00514C1D"/>
    <w:rsid w:val="006645A0"/>
    <w:rsid w:val="006920D8"/>
    <w:rsid w:val="007F3395"/>
    <w:rsid w:val="00875508"/>
    <w:rsid w:val="00886254"/>
    <w:rsid w:val="00992DFD"/>
    <w:rsid w:val="00A21306"/>
    <w:rsid w:val="00B033F3"/>
    <w:rsid w:val="00BD1895"/>
    <w:rsid w:val="00C27812"/>
    <w:rsid w:val="00DD4E09"/>
    <w:rsid w:val="00EE4F2A"/>
    <w:rsid w:val="00F52290"/>
    <w:rsid w:val="00FC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45687"/>
  <w15:chartTrackingRefBased/>
  <w15:docId w15:val="{4D555B99-0DF5-4EA2-B21E-4530260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442</Characters>
  <Application>Microsoft Office Word</Application>
  <DocSecurity>0</DocSecurity>
  <Lines>14</Lines>
  <Paragraphs>7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Clodagh Guildea</dc:creator>
  <cp:keywords/>
  <dc:description/>
  <cp:lastModifiedBy>Clodagh Guildea</cp:lastModifiedBy>
  <cp:revision>3</cp:revision>
  <dcterms:created xsi:type="dcterms:W3CDTF">2023-08-02T08:47:00Z</dcterms:created>
  <dcterms:modified xsi:type="dcterms:W3CDTF">2023-08-02T08:56:00Z</dcterms:modified>
</cp:coreProperties>
</file>